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315C41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 w:rsidR="005B0D53">
        <w:rPr>
          <w:rFonts w:eastAsia="Times New Roman" w:cs="Times New Roman"/>
          <w:lang w:eastAsia="cs-CZ"/>
        </w:rPr>
        <w:t xml:space="preserve"> s 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B0D53" w:rsidRPr="005B0D53">
        <w:rPr>
          <w:rStyle w:val="Siln"/>
        </w:rPr>
        <w:t>Diagnostika a přepočty mostů v oblasti OŘ HKR, 2024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>údaje a</w:t>
      </w:r>
      <w:r w:rsidR="005B0D53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1164A498" w:rsidR="00AC2CF0" w:rsidRPr="007308BA" w:rsidRDefault="00BB67D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69147703"/>
                <w:placeholder>
                  <w:docPart w:val="F50C074201F54630BD5264765105B31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1397803C" w:rsidR="00AC2CF0" w:rsidRPr="007308BA" w:rsidRDefault="00BB67D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686901827"/>
                <w:placeholder>
                  <w:docPart w:val="1166BC86F72545409120D2930899BB9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5FA80381" w:rsidR="009F392E" w:rsidRPr="00777FF0" w:rsidRDefault="008145D7" w:rsidP="00777FF0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777FF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783FF40A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BB67D7">
      <w:rPr>
        <w:rStyle w:val="Zvraznn"/>
      </w:rPr>
      <w:t>9</w:t>
    </w:r>
    <w:r>
      <w:rPr>
        <w:rStyle w:val="Zvraznn"/>
      </w:rPr>
      <w:t xml:space="preserve">.2 a </w:t>
    </w:r>
    <w:r w:rsidR="00BB67D7">
      <w:rPr>
        <w:rStyle w:val="Zvraznn"/>
      </w:rPr>
      <w:t>9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88F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059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43B69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0D53"/>
    <w:rsid w:val="005C7054"/>
    <w:rsid w:val="005D5506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77FF0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0E50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B67D7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D5BC7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50C074201F54630BD5264765105B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AF599-FDF1-4C88-A032-CBD02757A21F}"/>
      </w:docPartPr>
      <w:docPartBody>
        <w:p w:rsidR="00821F3C" w:rsidRDefault="00821F3C" w:rsidP="00821F3C">
          <w:pPr>
            <w:pStyle w:val="F50C074201F54630BD5264765105B31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166BC86F72545409120D2930899B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49C97-95BA-4497-A64C-2CA73856C833}"/>
      </w:docPartPr>
      <w:docPartBody>
        <w:p w:rsidR="00821F3C" w:rsidRDefault="00821F3C" w:rsidP="00821F3C">
          <w:pPr>
            <w:pStyle w:val="1166BC86F72545409120D2930899BB9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43B69"/>
    <w:rsid w:val="0049171C"/>
    <w:rsid w:val="00710200"/>
    <w:rsid w:val="00821F3C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1F3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50C074201F54630BD5264765105B31E">
    <w:name w:val="F50C074201F54630BD5264765105B31E"/>
    <w:rsid w:val="00821F3C"/>
    <w:rPr>
      <w:kern w:val="2"/>
      <w14:ligatures w14:val="standardContextual"/>
    </w:rPr>
  </w:style>
  <w:style w:type="paragraph" w:customStyle="1" w:styleId="1166BC86F72545409120D2930899BB9D">
    <w:name w:val="1166BC86F72545409120D2930899BB9D"/>
    <w:rsid w:val="00821F3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A2D5A8-0A29-49AE-A0DC-B59389511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461</Words>
  <Characters>2724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14</cp:revision>
  <cp:lastPrinted>2017-11-28T17:18:00Z</cp:lastPrinted>
  <dcterms:created xsi:type="dcterms:W3CDTF">2023-11-16T10:29:00Z</dcterms:created>
  <dcterms:modified xsi:type="dcterms:W3CDTF">2024-08-16T09:23:00Z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